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10E" w:rsidRDefault="000F310E">
      <w:pPr>
        <w:jc w:val="left"/>
        <w:rPr>
          <w:rFonts w:ascii="黑体" w:eastAsia="黑体" w:hAnsi="仿宋_GB2312" w:cs="仿宋_GB2312"/>
          <w:sz w:val="28"/>
          <w:szCs w:val="28"/>
        </w:rPr>
      </w:pPr>
      <w:bookmarkStart w:id="0" w:name="_GoBack"/>
      <w:r>
        <w:rPr>
          <w:rFonts w:ascii="黑体" w:eastAsia="黑体" w:hAnsi="仿宋_GB2312" w:cs="仿宋_GB2312" w:hint="eastAsia"/>
          <w:sz w:val="28"/>
          <w:szCs w:val="28"/>
        </w:rPr>
        <w:t>附件</w:t>
      </w:r>
      <w:r>
        <w:rPr>
          <w:rFonts w:ascii="黑体" w:eastAsia="黑体" w:hAnsi="仿宋_GB2312" w:cs="仿宋_GB2312"/>
          <w:sz w:val="28"/>
          <w:szCs w:val="28"/>
        </w:rPr>
        <w:t>1</w:t>
      </w:r>
    </w:p>
    <w:bookmarkEnd w:id="0"/>
    <w:p w:rsidR="000F310E" w:rsidRDefault="000F310E">
      <w:pPr>
        <w:jc w:val="center"/>
        <w:rPr>
          <w:rFonts w:asci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kern w:val="0"/>
          <w:sz w:val="44"/>
          <w:szCs w:val="44"/>
        </w:rPr>
        <w:t>全国卫生计生系统先进集体初审推荐表</w:t>
      </w:r>
    </w:p>
    <w:p w:rsidR="000F310E" w:rsidRDefault="000F310E">
      <w:pPr>
        <w:jc w:val="center"/>
        <w:rPr>
          <w:rFonts w:ascii="黑体" w:eastAsia="黑体" w:hAnsi="黑体" w:cs="黑体"/>
          <w:sz w:val="36"/>
          <w:szCs w:val="36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26"/>
        <w:gridCol w:w="1395"/>
        <w:gridCol w:w="1200"/>
        <w:gridCol w:w="300"/>
        <w:gridCol w:w="500"/>
        <w:gridCol w:w="400"/>
        <w:gridCol w:w="600"/>
        <w:gridCol w:w="60"/>
        <w:gridCol w:w="540"/>
        <w:gridCol w:w="400"/>
        <w:gridCol w:w="260"/>
        <w:gridCol w:w="240"/>
        <w:gridCol w:w="300"/>
        <w:gridCol w:w="136"/>
        <w:gridCol w:w="1065"/>
      </w:tblGrid>
      <w:tr w:rsidR="000F310E">
        <w:tc>
          <w:tcPr>
            <w:tcW w:w="1126" w:type="dxa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集体</w:t>
            </w:r>
          </w:p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名称</w:t>
            </w:r>
          </w:p>
        </w:tc>
        <w:tc>
          <w:tcPr>
            <w:tcW w:w="4455" w:type="dxa"/>
            <w:gridSpan w:val="7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0" w:type="dxa"/>
            <w:gridSpan w:val="3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负责人</w:t>
            </w:r>
          </w:p>
        </w:tc>
        <w:tc>
          <w:tcPr>
            <w:tcW w:w="1741" w:type="dxa"/>
            <w:gridSpan w:val="4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F310E">
        <w:tc>
          <w:tcPr>
            <w:tcW w:w="1126" w:type="dxa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集体</w:t>
            </w:r>
          </w:p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级别</w:t>
            </w:r>
          </w:p>
        </w:tc>
        <w:tc>
          <w:tcPr>
            <w:tcW w:w="1395" w:type="dxa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集体所</w:t>
            </w:r>
          </w:p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属单位</w:t>
            </w:r>
          </w:p>
        </w:tc>
        <w:tc>
          <w:tcPr>
            <w:tcW w:w="4501" w:type="dxa"/>
            <w:gridSpan w:val="11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F310E">
        <w:tc>
          <w:tcPr>
            <w:tcW w:w="1126" w:type="dxa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政治</w:t>
            </w:r>
          </w:p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表现</w:t>
            </w:r>
          </w:p>
        </w:tc>
        <w:tc>
          <w:tcPr>
            <w:tcW w:w="6331" w:type="dxa"/>
            <w:gridSpan w:val="13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坚决拥护中国共产党的领导，在思想上、行动上与党中央保持高度一致。</w:t>
            </w:r>
          </w:p>
        </w:tc>
        <w:tc>
          <w:tcPr>
            <w:tcW w:w="1065" w:type="dxa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是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否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</w:tr>
      <w:tr w:rsidR="000F310E">
        <w:tc>
          <w:tcPr>
            <w:tcW w:w="1126" w:type="dxa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班子</w:t>
            </w:r>
          </w:p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作风</w:t>
            </w:r>
          </w:p>
        </w:tc>
        <w:tc>
          <w:tcPr>
            <w:tcW w:w="6331" w:type="dxa"/>
            <w:gridSpan w:val="13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领导团队坚持党的群众路线、深入调查研究，团队关系和谐向上、工作机制科学健全。</w:t>
            </w:r>
          </w:p>
        </w:tc>
        <w:tc>
          <w:tcPr>
            <w:tcW w:w="1065" w:type="dxa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是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否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</w:tr>
      <w:tr w:rsidR="000F310E">
        <w:tc>
          <w:tcPr>
            <w:tcW w:w="1126" w:type="dxa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遵纪</w:t>
            </w:r>
          </w:p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守法</w:t>
            </w:r>
          </w:p>
        </w:tc>
        <w:tc>
          <w:tcPr>
            <w:tcW w:w="6331" w:type="dxa"/>
            <w:gridSpan w:val="13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严格遵守中央八项规定精神，模范遵守宪法及法律、法规。</w:t>
            </w:r>
          </w:p>
        </w:tc>
        <w:tc>
          <w:tcPr>
            <w:tcW w:w="1065" w:type="dxa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是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否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</w:tr>
      <w:tr w:rsidR="000F310E">
        <w:trPr>
          <w:trHeight w:val="1777"/>
        </w:trPr>
        <w:tc>
          <w:tcPr>
            <w:tcW w:w="1126" w:type="dxa"/>
            <w:vMerge w:val="restart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</w:t>
            </w:r>
          </w:p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成绩</w:t>
            </w:r>
          </w:p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</w:p>
        </w:tc>
        <w:tc>
          <w:tcPr>
            <w:tcW w:w="1395" w:type="dxa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主要内容</w:t>
            </w:r>
          </w:p>
        </w:tc>
        <w:tc>
          <w:tcPr>
            <w:tcW w:w="6001" w:type="dxa"/>
            <w:gridSpan w:val="13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F310E">
        <w:trPr>
          <w:trHeight w:val="507"/>
        </w:trPr>
        <w:tc>
          <w:tcPr>
            <w:tcW w:w="1126" w:type="dxa"/>
            <w:vMerge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95" w:type="dxa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交办单位</w:t>
            </w:r>
          </w:p>
        </w:tc>
        <w:tc>
          <w:tcPr>
            <w:tcW w:w="6001" w:type="dxa"/>
            <w:gridSpan w:val="13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F310E">
        <w:tc>
          <w:tcPr>
            <w:tcW w:w="1126" w:type="dxa"/>
            <w:vMerge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95" w:type="dxa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任务层级</w:t>
            </w:r>
          </w:p>
        </w:tc>
        <w:tc>
          <w:tcPr>
            <w:tcW w:w="1500" w:type="dxa"/>
            <w:gridSpan w:val="2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国家级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500" w:type="dxa"/>
            <w:gridSpan w:val="3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省部级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500" w:type="dxa"/>
            <w:gridSpan w:val="5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市县级及以下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501" w:type="dxa"/>
            <w:gridSpan w:val="3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本单位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</w:tr>
      <w:tr w:rsidR="000F310E">
        <w:tc>
          <w:tcPr>
            <w:tcW w:w="1126" w:type="dxa"/>
            <w:vMerge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95" w:type="dxa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承担角色</w:t>
            </w:r>
          </w:p>
        </w:tc>
        <w:tc>
          <w:tcPr>
            <w:tcW w:w="1200" w:type="dxa"/>
            <w:vAlign w:val="center"/>
          </w:tcPr>
          <w:p w:rsidR="000F310E" w:rsidRDefault="000F310E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szCs w:val="21"/>
              </w:rPr>
              <w:t>主要领导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200" w:type="dxa"/>
            <w:gridSpan w:val="3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szCs w:val="21"/>
              </w:rPr>
              <w:t>参与领导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200" w:type="dxa"/>
            <w:gridSpan w:val="3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szCs w:val="21"/>
              </w:rPr>
              <w:t>全面负责</w:t>
            </w:r>
            <w:r>
              <w:rPr>
                <w:rFonts w:ascii="仿宋_GB2312" w:eastAsia="仿宋_GB2312" w:hAnsi="仿宋_GB2312" w:cs="仿宋_GB2312"/>
                <w:w w:val="9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200" w:type="dxa"/>
            <w:gridSpan w:val="4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szCs w:val="21"/>
              </w:rPr>
              <w:t>部分负责</w:t>
            </w:r>
            <w:r>
              <w:rPr>
                <w:rFonts w:ascii="仿宋_GB2312" w:eastAsia="仿宋_GB2312" w:hAnsi="仿宋_GB2312" w:cs="仿宋_GB2312"/>
                <w:w w:val="9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201" w:type="dxa"/>
            <w:gridSpan w:val="2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szCs w:val="21"/>
              </w:rPr>
              <w:t>具体执行</w:t>
            </w:r>
            <w:r>
              <w:rPr>
                <w:rFonts w:ascii="仿宋_GB2312" w:eastAsia="仿宋_GB2312" w:hAnsi="仿宋_GB2312" w:cs="仿宋_GB2312"/>
                <w:w w:val="9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</w:tr>
      <w:tr w:rsidR="000F310E">
        <w:trPr>
          <w:trHeight w:val="497"/>
        </w:trPr>
        <w:tc>
          <w:tcPr>
            <w:tcW w:w="1126" w:type="dxa"/>
            <w:vMerge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95" w:type="dxa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完成情况</w:t>
            </w:r>
          </w:p>
        </w:tc>
        <w:tc>
          <w:tcPr>
            <w:tcW w:w="2000" w:type="dxa"/>
            <w:gridSpan w:val="3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圆满完成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2000" w:type="dxa"/>
            <w:gridSpan w:val="5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基本完成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2001" w:type="dxa"/>
            <w:gridSpan w:val="5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尚未完成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</w:tr>
      <w:tr w:rsidR="000F310E">
        <w:trPr>
          <w:trHeight w:val="1852"/>
        </w:trPr>
        <w:tc>
          <w:tcPr>
            <w:tcW w:w="1126" w:type="dxa"/>
            <w:vMerge w:val="restart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</w:t>
            </w:r>
          </w:p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成绩</w:t>
            </w:r>
          </w:p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2</w:t>
            </w:r>
          </w:p>
        </w:tc>
        <w:tc>
          <w:tcPr>
            <w:tcW w:w="1395" w:type="dxa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主要内容</w:t>
            </w:r>
          </w:p>
        </w:tc>
        <w:tc>
          <w:tcPr>
            <w:tcW w:w="6001" w:type="dxa"/>
            <w:gridSpan w:val="13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F310E">
        <w:trPr>
          <w:trHeight w:val="507"/>
        </w:trPr>
        <w:tc>
          <w:tcPr>
            <w:tcW w:w="1126" w:type="dxa"/>
            <w:vMerge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95" w:type="dxa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交办单位</w:t>
            </w:r>
          </w:p>
        </w:tc>
        <w:tc>
          <w:tcPr>
            <w:tcW w:w="6001" w:type="dxa"/>
            <w:gridSpan w:val="13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F310E">
        <w:tc>
          <w:tcPr>
            <w:tcW w:w="1126" w:type="dxa"/>
            <w:vMerge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95" w:type="dxa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任务层级</w:t>
            </w:r>
          </w:p>
        </w:tc>
        <w:tc>
          <w:tcPr>
            <w:tcW w:w="1500" w:type="dxa"/>
            <w:gridSpan w:val="2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国家级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500" w:type="dxa"/>
            <w:gridSpan w:val="3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省部级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500" w:type="dxa"/>
            <w:gridSpan w:val="5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市县级及以下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501" w:type="dxa"/>
            <w:gridSpan w:val="3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本单位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</w:tr>
      <w:tr w:rsidR="000F310E">
        <w:tc>
          <w:tcPr>
            <w:tcW w:w="1126" w:type="dxa"/>
            <w:vMerge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95" w:type="dxa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承担角色</w:t>
            </w:r>
          </w:p>
        </w:tc>
        <w:tc>
          <w:tcPr>
            <w:tcW w:w="1200" w:type="dxa"/>
            <w:vAlign w:val="center"/>
          </w:tcPr>
          <w:p w:rsidR="000F310E" w:rsidRDefault="000F310E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szCs w:val="21"/>
              </w:rPr>
              <w:t>主要领导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200" w:type="dxa"/>
            <w:gridSpan w:val="3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szCs w:val="21"/>
              </w:rPr>
              <w:t>参与领导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200" w:type="dxa"/>
            <w:gridSpan w:val="3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szCs w:val="21"/>
              </w:rPr>
              <w:t>全面负责</w:t>
            </w:r>
            <w:r>
              <w:rPr>
                <w:rFonts w:ascii="仿宋_GB2312" w:eastAsia="仿宋_GB2312" w:hAnsi="仿宋_GB2312" w:cs="仿宋_GB2312"/>
                <w:w w:val="9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200" w:type="dxa"/>
            <w:gridSpan w:val="4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szCs w:val="21"/>
              </w:rPr>
              <w:t>部分负责</w:t>
            </w:r>
            <w:r>
              <w:rPr>
                <w:rFonts w:ascii="仿宋_GB2312" w:eastAsia="仿宋_GB2312" w:hAnsi="仿宋_GB2312" w:cs="仿宋_GB2312"/>
                <w:w w:val="9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201" w:type="dxa"/>
            <w:gridSpan w:val="2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szCs w:val="21"/>
              </w:rPr>
              <w:t>具体执行</w:t>
            </w:r>
            <w:r>
              <w:rPr>
                <w:rFonts w:ascii="仿宋_GB2312" w:eastAsia="仿宋_GB2312" w:hAnsi="仿宋_GB2312" w:cs="仿宋_GB2312"/>
                <w:w w:val="9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</w:tr>
      <w:tr w:rsidR="000F310E">
        <w:trPr>
          <w:trHeight w:val="602"/>
        </w:trPr>
        <w:tc>
          <w:tcPr>
            <w:tcW w:w="1126" w:type="dxa"/>
            <w:vMerge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95" w:type="dxa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完成情况</w:t>
            </w:r>
          </w:p>
        </w:tc>
        <w:tc>
          <w:tcPr>
            <w:tcW w:w="2000" w:type="dxa"/>
            <w:gridSpan w:val="3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圆满完成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2000" w:type="dxa"/>
            <w:gridSpan w:val="5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基本完成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2001" w:type="dxa"/>
            <w:gridSpan w:val="5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尚未完成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</w:tr>
      <w:tr w:rsidR="000F310E">
        <w:trPr>
          <w:trHeight w:val="1852"/>
        </w:trPr>
        <w:tc>
          <w:tcPr>
            <w:tcW w:w="1126" w:type="dxa"/>
            <w:vMerge w:val="restart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</w:t>
            </w:r>
          </w:p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成绩</w:t>
            </w:r>
          </w:p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3</w:t>
            </w:r>
          </w:p>
        </w:tc>
        <w:tc>
          <w:tcPr>
            <w:tcW w:w="1395" w:type="dxa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主要内容</w:t>
            </w:r>
          </w:p>
        </w:tc>
        <w:tc>
          <w:tcPr>
            <w:tcW w:w="6001" w:type="dxa"/>
            <w:gridSpan w:val="13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F310E">
        <w:trPr>
          <w:trHeight w:val="507"/>
        </w:trPr>
        <w:tc>
          <w:tcPr>
            <w:tcW w:w="1126" w:type="dxa"/>
            <w:vMerge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95" w:type="dxa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交办单位</w:t>
            </w:r>
          </w:p>
        </w:tc>
        <w:tc>
          <w:tcPr>
            <w:tcW w:w="6001" w:type="dxa"/>
            <w:gridSpan w:val="13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F310E">
        <w:tc>
          <w:tcPr>
            <w:tcW w:w="1126" w:type="dxa"/>
            <w:vMerge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95" w:type="dxa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任务层级</w:t>
            </w:r>
          </w:p>
        </w:tc>
        <w:tc>
          <w:tcPr>
            <w:tcW w:w="1500" w:type="dxa"/>
            <w:gridSpan w:val="2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国家级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500" w:type="dxa"/>
            <w:gridSpan w:val="3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省部级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500" w:type="dxa"/>
            <w:gridSpan w:val="5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市县级及以下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501" w:type="dxa"/>
            <w:gridSpan w:val="3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本单位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</w:tr>
      <w:tr w:rsidR="000F310E">
        <w:tc>
          <w:tcPr>
            <w:tcW w:w="1126" w:type="dxa"/>
            <w:vMerge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95" w:type="dxa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承担角色</w:t>
            </w:r>
          </w:p>
        </w:tc>
        <w:tc>
          <w:tcPr>
            <w:tcW w:w="1200" w:type="dxa"/>
            <w:vAlign w:val="center"/>
          </w:tcPr>
          <w:p w:rsidR="000F310E" w:rsidRDefault="000F310E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szCs w:val="21"/>
              </w:rPr>
              <w:t>主要领导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200" w:type="dxa"/>
            <w:gridSpan w:val="3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szCs w:val="21"/>
              </w:rPr>
              <w:t>参与领导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200" w:type="dxa"/>
            <w:gridSpan w:val="3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szCs w:val="21"/>
              </w:rPr>
              <w:t>全面负责</w:t>
            </w:r>
            <w:r>
              <w:rPr>
                <w:rFonts w:ascii="仿宋_GB2312" w:eastAsia="仿宋_GB2312" w:hAnsi="仿宋_GB2312" w:cs="仿宋_GB2312"/>
                <w:w w:val="9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200" w:type="dxa"/>
            <w:gridSpan w:val="4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szCs w:val="21"/>
              </w:rPr>
              <w:t>部分负责</w:t>
            </w:r>
            <w:r>
              <w:rPr>
                <w:rFonts w:ascii="仿宋_GB2312" w:eastAsia="仿宋_GB2312" w:hAnsi="仿宋_GB2312" w:cs="仿宋_GB2312"/>
                <w:w w:val="9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1201" w:type="dxa"/>
            <w:gridSpan w:val="2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w w:val="90"/>
                <w:szCs w:val="21"/>
              </w:rPr>
              <w:t>具体执行</w:t>
            </w:r>
            <w:r>
              <w:rPr>
                <w:rFonts w:ascii="仿宋_GB2312" w:eastAsia="仿宋_GB2312" w:hAnsi="仿宋_GB2312" w:cs="仿宋_GB2312"/>
                <w:w w:val="9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</w:tr>
      <w:tr w:rsidR="000F310E">
        <w:trPr>
          <w:trHeight w:val="482"/>
        </w:trPr>
        <w:tc>
          <w:tcPr>
            <w:tcW w:w="1126" w:type="dxa"/>
            <w:vMerge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95" w:type="dxa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完成情况</w:t>
            </w:r>
          </w:p>
        </w:tc>
        <w:tc>
          <w:tcPr>
            <w:tcW w:w="2000" w:type="dxa"/>
            <w:gridSpan w:val="3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圆满完成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2000" w:type="dxa"/>
            <w:gridSpan w:val="5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基本完成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  <w:tc>
          <w:tcPr>
            <w:tcW w:w="2001" w:type="dxa"/>
            <w:gridSpan w:val="5"/>
            <w:vAlign w:val="center"/>
          </w:tcPr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尚未完成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□</w:t>
            </w:r>
          </w:p>
        </w:tc>
      </w:tr>
      <w:tr w:rsidR="000F310E">
        <w:trPr>
          <w:trHeight w:val="1739"/>
        </w:trPr>
        <w:tc>
          <w:tcPr>
            <w:tcW w:w="1126" w:type="dxa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荣誉</w:t>
            </w:r>
          </w:p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基础</w:t>
            </w:r>
          </w:p>
        </w:tc>
        <w:tc>
          <w:tcPr>
            <w:tcW w:w="7396" w:type="dxa"/>
            <w:gridSpan w:val="14"/>
          </w:tcPr>
          <w:p w:rsidR="000F310E" w:rsidRDefault="000F310E">
            <w:pPr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（至多填写三项）</w:t>
            </w:r>
          </w:p>
        </w:tc>
      </w:tr>
      <w:tr w:rsidR="000F310E">
        <w:trPr>
          <w:trHeight w:val="3464"/>
        </w:trPr>
        <w:tc>
          <w:tcPr>
            <w:tcW w:w="1126" w:type="dxa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补充</w:t>
            </w:r>
          </w:p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说明</w:t>
            </w:r>
          </w:p>
        </w:tc>
        <w:tc>
          <w:tcPr>
            <w:tcW w:w="7396" w:type="dxa"/>
            <w:gridSpan w:val="14"/>
            <w:vAlign w:val="center"/>
          </w:tcPr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F310E">
        <w:trPr>
          <w:trHeight w:val="2018"/>
        </w:trPr>
        <w:tc>
          <w:tcPr>
            <w:tcW w:w="8522" w:type="dxa"/>
            <w:gridSpan w:val="15"/>
            <w:vAlign w:val="center"/>
          </w:tcPr>
          <w:p w:rsidR="000F310E" w:rsidRDefault="000F310E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 xml:space="preserve">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该集体上述情况真实准确，同意推荐。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   </w:t>
            </w:r>
          </w:p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0F310E" w:rsidRDefault="000F310E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 xml:space="preserve">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签字人：</w:t>
            </w:r>
          </w:p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（推荐对象所在单位负责人）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（盖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章）</w:t>
            </w:r>
          </w:p>
        </w:tc>
      </w:tr>
      <w:tr w:rsidR="000F310E">
        <w:trPr>
          <w:trHeight w:val="2292"/>
        </w:trPr>
        <w:tc>
          <w:tcPr>
            <w:tcW w:w="8522" w:type="dxa"/>
            <w:gridSpan w:val="15"/>
            <w:vAlign w:val="center"/>
          </w:tcPr>
          <w:p w:rsidR="000F310E" w:rsidRDefault="000F310E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 xml:space="preserve">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情况属实，同意推荐。</w:t>
            </w:r>
          </w:p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0F310E" w:rsidRDefault="000F310E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0F310E" w:rsidRDefault="000F310E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 xml:space="preserve">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签字人：</w:t>
            </w:r>
          </w:p>
          <w:p w:rsidR="000F310E" w:rsidRDefault="000F310E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0F310E" w:rsidRDefault="000F310E">
            <w:pPr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（省级评选机构负责人）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  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（盖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章）</w:t>
            </w:r>
          </w:p>
        </w:tc>
      </w:tr>
    </w:tbl>
    <w:p w:rsidR="000F310E" w:rsidRDefault="000F310E"/>
    <w:sectPr w:rsidR="000F310E" w:rsidSect="004E2F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20" w:right="1800" w:bottom="102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10E" w:rsidRDefault="000F310E">
      <w:r>
        <w:separator/>
      </w:r>
    </w:p>
  </w:endnote>
  <w:endnote w:type="continuationSeparator" w:id="0">
    <w:p w:rsidR="000F310E" w:rsidRDefault="000F31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10E" w:rsidRDefault="000F310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10E" w:rsidRDefault="000F310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10E" w:rsidRDefault="000F31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10E" w:rsidRDefault="000F310E">
      <w:r>
        <w:separator/>
      </w:r>
    </w:p>
  </w:footnote>
  <w:footnote w:type="continuationSeparator" w:id="0">
    <w:p w:rsidR="000F310E" w:rsidRDefault="000F31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10E" w:rsidRDefault="000F310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10E" w:rsidRDefault="000F310E" w:rsidP="005E76E0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10E" w:rsidRDefault="000F310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4CE4597"/>
    <w:rsid w:val="000203A9"/>
    <w:rsid w:val="000F310E"/>
    <w:rsid w:val="004E2FF2"/>
    <w:rsid w:val="0058723F"/>
    <w:rsid w:val="005E76E0"/>
    <w:rsid w:val="00971A00"/>
    <w:rsid w:val="009D1B3F"/>
    <w:rsid w:val="00C22117"/>
    <w:rsid w:val="0F8F30E8"/>
    <w:rsid w:val="16474463"/>
    <w:rsid w:val="29037FB3"/>
    <w:rsid w:val="32316B9E"/>
    <w:rsid w:val="34CE4597"/>
    <w:rsid w:val="358657E8"/>
    <w:rsid w:val="6A6C3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FF2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E2F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0088C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4E2FF2"/>
    <w:rPr>
      <w:rFonts w:cs="Times New Roman"/>
    </w:rPr>
  </w:style>
  <w:style w:type="paragraph" w:styleId="Header">
    <w:name w:val="header"/>
    <w:basedOn w:val="Normal"/>
    <w:link w:val="HeaderChar"/>
    <w:uiPriority w:val="99"/>
    <w:rsid w:val="005E76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0088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112</Words>
  <Characters>644</Characters>
  <Application>Microsoft Office Outlook</Application>
  <DocSecurity>0</DocSecurity>
  <Lines>0</Lines>
  <Paragraphs>0</Paragraphs>
  <ScaleCrop>false</ScaleCrop>
  <Company>中华人民共和国卫生部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Administrator</dc:creator>
  <cp:keywords/>
  <dc:description/>
  <cp:lastModifiedBy>Microsoft</cp:lastModifiedBy>
  <cp:revision>2</cp:revision>
  <dcterms:created xsi:type="dcterms:W3CDTF">2016-09-29T02:29:00Z</dcterms:created>
  <dcterms:modified xsi:type="dcterms:W3CDTF">2017-06-16T03:20:00Z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2052-9.1.0.5019</vt:lpwstr>
  </property>
</Properties>
</file>